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E334A61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NR 3 DO SWZ -  FORMULARZ OFERTY  (WZÓR)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1F7991A8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54B3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8D0CD93" w14:textId="77777777" w:rsidR="00454B3C" w:rsidRPr="00C81CC9" w:rsidRDefault="00454B3C" w:rsidP="00454B3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ul. Elektryczna 13</w:t>
            </w:r>
          </w:p>
          <w:p w14:paraId="3F4CA6ED" w14:textId="2D6B6AA7" w:rsidR="00B67D39" w:rsidRPr="006B56FD" w:rsidRDefault="00454B3C" w:rsidP="00454B3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1CC9">
              <w:rPr>
                <w:rFonts w:asciiTheme="minorHAnsi" w:hAnsiTheme="minorHAnsi" w:cstheme="minorHAnsi"/>
                <w:color w:val="000000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45E0F981" w14:textId="0CC605A1" w:rsidR="00A62B4C" w:rsidRPr="00560E1F" w:rsidRDefault="00B67D39" w:rsidP="00560E1F">
      <w:pPr>
        <w:suppressAutoHyphens/>
        <w:ind w:right="187"/>
        <w:jc w:val="both"/>
        <w:rPr>
          <w:rFonts w:cstheme="minorHAnsi"/>
          <w:szCs w:val="18"/>
          <w:lang w:eastAsia="pl-PL"/>
        </w:rPr>
      </w:pPr>
      <w:r w:rsidRPr="00560E1F">
        <w:rPr>
          <w:rFonts w:cstheme="minorHAnsi"/>
          <w:szCs w:val="18"/>
          <w:lang w:eastAsia="pl-PL"/>
        </w:rPr>
        <w:t xml:space="preserve">Dotyczy postępowania zakupowego nr </w:t>
      </w:r>
      <w:r w:rsidR="00454B3C" w:rsidRPr="00560E1F">
        <w:rPr>
          <w:b/>
          <w:color w:val="000000" w:themeColor="text1"/>
          <w:szCs w:val="18"/>
        </w:rPr>
        <w:t>POST/DYS/OB/GZ/0</w:t>
      </w:r>
      <w:r w:rsidR="00806DF7">
        <w:rPr>
          <w:b/>
          <w:color w:val="000000" w:themeColor="text1"/>
          <w:szCs w:val="18"/>
        </w:rPr>
        <w:t>4454</w:t>
      </w:r>
      <w:r w:rsidR="007F5EA8" w:rsidRPr="00560E1F">
        <w:rPr>
          <w:b/>
          <w:color w:val="000000" w:themeColor="text1"/>
          <w:szCs w:val="18"/>
        </w:rPr>
        <w:t>/</w:t>
      </w:r>
      <w:r w:rsidR="00454B3C" w:rsidRPr="00560E1F">
        <w:rPr>
          <w:b/>
          <w:color w:val="000000" w:themeColor="text1"/>
          <w:szCs w:val="18"/>
        </w:rPr>
        <w:t>2025</w:t>
      </w:r>
      <w:r w:rsidR="00454B3C" w:rsidRPr="00560E1F">
        <w:rPr>
          <w:rFonts w:asciiTheme="majorHAnsi" w:hAnsiTheme="majorHAnsi"/>
          <w:b/>
          <w:color w:val="000000" w:themeColor="text1"/>
          <w:szCs w:val="18"/>
        </w:rPr>
        <w:t>,</w:t>
      </w:r>
      <w:r w:rsidRPr="00560E1F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806DF7" w:rsidRPr="00806DF7">
        <w:rPr>
          <w:rFonts w:ascii="Verdana" w:hAnsi="Verdana" w:cs="Arial"/>
          <w:b/>
          <w:i/>
          <w:color w:val="000000"/>
          <w:spacing w:val="-15"/>
          <w:szCs w:val="18"/>
        </w:rPr>
        <w:t>Opracowanie dokumentacji projektowej oraz budowa sieci na terenie działalności PGE Dystrybucja S.A. Oddział Białystok Rejonu Energetycznego Ełk – 2 części</w:t>
      </w:r>
      <w:r w:rsidR="00806DF7">
        <w:rPr>
          <w:rFonts w:ascii="Verdana" w:hAnsi="Verdana" w:cs="Arial"/>
          <w:b/>
          <w:i/>
          <w:color w:val="000000"/>
          <w:spacing w:val="-15"/>
          <w:szCs w:val="18"/>
        </w:rPr>
        <w:t>.</w:t>
      </w: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0116D943" w14:textId="472481F1" w:rsidR="00E70B00" w:rsidRDefault="00E70B00" w:rsidP="00E70B00">
      <w:pPr>
        <w:spacing w:after="0"/>
        <w:ind w:left="426"/>
        <w:rPr>
          <w:rFonts w:cstheme="minorHAnsi"/>
          <w:b/>
          <w:color w:val="092D74" w:themeColor="accent3"/>
          <w:szCs w:val="18"/>
        </w:rPr>
      </w:pPr>
      <w:r w:rsidRPr="00E70B00">
        <w:rPr>
          <w:rFonts w:cstheme="minorHAnsi"/>
          <w:b/>
          <w:color w:val="092D74" w:themeColor="accent3"/>
          <w:szCs w:val="18"/>
        </w:rPr>
        <w:t>Część nr 1 [</w:t>
      </w:r>
      <w:r w:rsidR="00806DF7" w:rsidRPr="00806DF7">
        <w:rPr>
          <w:rFonts w:cstheme="minorHAnsi"/>
          <w:b/>
          <w:color w:val="092D74" w:themeColor="accent3"/>
          <w:szCs w:val="18"/>
        </w:rPr>
        <w:t xml:space="preserve">Dzięgiele gm. Gołdap - opracowanie dokumentacji projektowej oraz przebudowa linii </w:t>
      </w:r>
      <w:proofErr w:type="spellStart"/>
      <w:r w:rsidR="00806DF7" w:rsidRPr="00806DF7">
        <w:rPr>
          <w:rFonts w:cstheme="minorHAnsi"/>
          <w:b/>
          <w:color w:val="092D74" w:themeColor="accent3"/>
          <w:szCs w:val="18"/>
        </w:rPr>
        <w:t>nN</w:t>
      </w:r>
      <w:proofErr w:type="spellEnd"/>
      <w:r w:rsidR="00806DF7" w:rsidRPr="00806DF7">
        <w:rPr>
          <w:rFonts w:cstheme="minorHAnsi"/>
          <w:b/>
          <w:color w:val="092D74" w:themeColor="accent3"/>
          <w:szCs w:val="18"/>
        </w:rPr>
        <w:t xml:space="preserve"> – dane programowe RE4/16/25/M</w:t>
      </w:r>
      <w:r w:rsidRPr="00E70B00">
        <w:rPr>
          <w:rFonts w:cstheme="minorHAnsi"/>
          <w:b/>
          <w:color w:val="092D74" w:themeColor="accent3"/>
          <w:szCs w:val="18"/>
        </w:rPr>
        <w:t>]:</w:t>
      </w:r>
    </w:p>
    <w:p w14:paraId="4F1C8A80" w14:textId="77777777" w:rsidR="00806DF7" w:rsidRPr="00E70B00" w:rsidRDefault="00806DF7" w:rsidP="00E70B00">
      <w:pPr>
        <w:spacing w:after="0"/>
        <w:ind w:left="426"/>
        <w:rPr>
          <w:rFonts w:cstheme="minorHAnsi"/>
          <w:b/>
          <w:color w:val="092D74" w:themeColor="accent3"/>
          <w:szCs w:val="18"/>
        </w:rPr>
      </w:pPr>
    </w:p>
    <w:p w14:paraId="32379505" w14:textId="6CFB55C8" w:rsidR="00796610" w:rsidRDefault="00796610" w:rsidP="00796610">
      <w:pPr>
        <w:spacing w:after="100" w:afterAutospacing="1"/>
        <w:ind w:left="426"/>
        <w:rPr>
          <w:rFonts w:cstheme="minorHAnsi"/>
          <w:szCs w:val="18"/>
        </w:rPr>
      </w:pPr>
      <w:r w:rsidRPr="00796610">
        <w:rPr>
          <w:rFonts w:cstheme="minorHAnsi"/>
          <w:b/>
          <w:szCs w:val="18"/>
        </w:rPr>
        <w:t>Cena netto</w:t>
      </w:r>
      <w:r w:rsidRPr="00796610">
        <w:rPr>
          <w:rFonts w:cstheme="minorHAnsi"/>
          <w:szCs w:val="18"/>
        </w:rPr>
        <w:t xml:space="preserve"> ..................................... </w:t>
      </w:r>
      <w:r w:rsidRPr="00796610">
        <w:rPr>
          <w:rFonts w:cstheme="minorHAnsi"/>
          <w:b/>
          <w:szCs w:val="18"/>
        </w:rPr>
        <w:t>zł</w:t>
      </w:r>
      <w:r w:rsidRPr="00796610">
        <w:rPr>
          <w:rFonts w:cstheme="minorHAnsi"/>
          <w:szCs w:val="18"/>
        </w:rPr>
        <w:t xml:space="preserve"> (słownie ........................................)</w:t>
      </w:r>
    </w:p>
    <w:p w14:paraId="195CA0E2" w14:textId="77777777" w:rsidR="00796610" w:rsidRPr="00796610" w:rsidRDefault="00796610" w:rsidP="00796610">
      <w:pPr>
        <w:spacing w:after="100" w:afterAutospacing="1"/>
        <w:ind w:left="426"/>
        <w:rPr>
          <w:rFonts w:cstheme="minorHAnsi"/>
          <w:szCs w:val="18"/>
        </w:rPr>
      </w:pPr>
      <w:r w:rsidRPr="00796610">
        <w:rPr>
          <w:rFonts w:cstheme="minorHAnsi"/>
          <w:b/>
          <w:szCs w:val="18"/>
        </w:rPr>
        <w:t>Wartość podatku VAT</w:t>
      </w:r>
      <w:r w:rsidRPr="00796610">
        <w:rPr>
          <w:rFonts w:cstheme="minorHAnsi"/>
          <w:szCs w:val="18"/>
        </w:rPr>
        <w:t xml:space="preserve"> .................. </w:t>
      </w:r>
      <w:r w:rsidRPr="00796610">
        <w:rPr>
          <w:rFonts w:cstheme="minorHAnsi"/>
          <w:b/>
          <w:szCs w:val="18"/>
        </w:rPr>
        <w:t>zł,</w:t>
      </w:r>
      <w:r w:rsidRPr="00796610">
        <w:rPr>
          <w:rFonts w:cstheme="minorHAnsi"/>
          <w:szCs w:val="18"/>
        </w:rPr>
        <w:t xml:space="preserve">   według stawki ……..…. %</w:t>
      </w:r>
    </w:p>
    <w:p w14:paraId="1B79D859" w14:textId="642EA154" w:rsidR="00796610" w:rsidRPr="00560E1F" w:rsidRDefault="00796610" w:rsidP="00560E1F">
      <w:pPr>
        <w:pStyle w:val="Akapitzlist"/>
        <w:spacing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70E3161" w14:textId="77777777" w:rsidR="00C572F4" w:rsidRDefault="00C572F4" w:rsidP="00E70B00">
      <w:pPr>
        <w:spacing w:before="100" w:beforeAutospacing="1" w:after="100" w:afterAutospacing="1"/>
        <w:ind w:firstLine="426"/>
        <w:rPr>
          <w:rFonts w:ascii="Calibri" w:hAnsi="Calibri" w:cs="Calibri"/>
          <w:sz w:val="20"/>
        </w:rPr>
      </w:pPr>
      <w:r w:rsidRPr="00F16D30">
        <w:rPr>
          <w:rFonts w:ascii="Calibri" w:hAnsi="Calibri" w:cs="Calibri"/>
          <w:sz w:val="20"/>
        </w:rPr>
        <w:t>Na łączną cenę przedmiotu Zakupu składają się ceny jednostkowe przedstawione w poniższej tabeli: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1749"/>
        <w:gridCol w:w="1750"/>
        <w:gridCol w:w="1749"/>
        <w:gridCol w:w="1750"/>
      </w:tblGrid>
      <w:tr w:rsidR="00C572F4" w:rsidRPr="0056648C" w14:paraId="626C9E2D" w14:textId="77777777" w:rsidTr="0032573A">
        <w:trPr>
          <w:trHeight w:val="666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891149" w14:textId="77777777" w:rsidR="00C572F4" w:rsidRPr="0056648C" w:rsidRDefault="00C572F4" w:rsidP="0032573A">
            <w:pPr>
              <w:pStyle w:val="Bezodstpw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Przedmiot zamówienia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68D618" w14:textId="77777777" w:rsidR="00C572F4" w:rsidRPr="0056648C" w:rsidRDefault="00C572F4" w:rsidP="0032573A">
            <w:pPr>
              <w:pStyle w:val="Bezodstpw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Cena</w:t>
            </w:r>
            <w:r w:rsidRPr="0056648C">
              <w:rPr>
                <w:b/>
                <w:sz w:val="18"/>
              </w:rPr>
              <w:t xml:space="preserve"> netto</w:t>
            </w:r>
          </w:p>
          <w:p w14:paraId="07EA0F85" w14:textId="77777777" w:rsidR="00C572F4" w:rsidRPr="0056648C" w:rsidRDefault="00C572F4" w:rsidP="0032573A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[zł]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6208A8" w14:textId="77777777" w:rsidR="00C572F4" w:rsidRPr="0056648C" w:rsidRDefault="00C572F4" w:rsidP="0032573A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Stawka podatku VAT [%]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F2D65F" w14:textId="77777777" w:rsidR="00C572F4" w:rsidRPr="0056648C" w:rsidRDefault="00C572F4" w:rsidP="0032573A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Podatek VAT</w:t>
            </w:r>
          </w:p>
          <w:p w14:paraId="7F16BCF8" w14:textId="77777777" w:rsidR="00C572F4" w:rsidRPr="0056648C" w:rsidRDefault="00C572F4" w:rsidP="0032573A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[zł]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5C7AB8" w14:textId="77777777" w:rsidR="00C572F4" w:rsidRPr="0056648C" w:rsidRDefault="00C572F4" w:rsidP="0032573A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Cena</w:t>
            </w:r>
            <w:r>
              <w:rPr>
                <w:b/>
                <w:sz w:val="18"/>
              </w:rPr>
              <w:t xml:space="preserve"> brutto</w:t>
            </w:r>
          </w:p>
          <w:p w14:paraId="44DCB731" w14:textId="77777777" w:rsidR="00C572F4" w:rsidRPr="0056648C" w:rsidRDefault="00C572F4" w:rsidP="0032573A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[zł]</w:t>
            </w:r>
          </w:p>
        </w:tc>
      </w:tr>
      <w:tr w:rsidR="00C572F4" w:rsidRPr="0056648C" w14:paraId="2B444687" w14:textId="77777777" w:rsidTr="0032573A">
        <w:trPr>
          <w:trHeight w:val="666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D1A35" w14:textId="77777777" w:rsidR="00C572F4" w:rsidRPr="0056648C" w:rsidRDefault="00C572F4" w:rsidP="0032573A">
            <w:pPr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 w:rsidRPr="0056648C">
              <w:rPr>
                <w:rFonts w:cstheme="minorHAnsi"/>
                <w:b/>
              </w:rPr>
              <w:lastRenderedPageBreak/>
              <w:t>Dokumentacja projektowa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58BE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43AC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DE5E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C7E4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</w:tr>
      <w:tr w:rsidR="00C572F4" w:rsidRPr="0056648C" w14:paraId="57BFE731" w14:textId="77777777" w:rsidTr="0032573A">
        <w:trPr>
          <w:trHeight w:val="666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7491" w14:textId="77777777" w:rsidR="00C572F4" w:rsidRPr="0056648C" w:rsidRDefault="00C572F4" w:rsidP="0032573A">
            <w:pPr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 w:rsidRPr="0056648C">
              <w:rPr>
                <w:rFonts w:cstheme="minorHAnsi"/>
                <w:b/>
              </w:rPr>
              <w:t>Roboty budowlane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279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2947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633C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17E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</w:tr>
      <w:tr w:rsidR="00C572F4" w:rsidRPr="0056648C" w14:paraId="6F49FAE4" w14:textId="77777777" w:rsidTr="0032573A">
        <w:trPr>
          <w:trHeight w:val="694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153A62" w14:textId="77777777" w:rsidR="00C572F4" w:rsidRPr="0056648C" w:rsidRDefault="00C572F4" w:rsidP="0032573A">
            <w:pPr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 w:rsidRPr="0056648C">
              <w:rPr>
                <w:rFonts w:cstheme="minorHAnsi"/>
                <w:b/>
              </w:rPr>
              <w:t>Razem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6DBDE8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1B544F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7E2B2D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4B13F9" w14:textId="77777777" w:rsidR="00C572F4" w:rsidRPr="0056648C" w:rsidRDefault="00C572F4" w:rsidP="0032573A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</w:tr>
    </w:tbl>
    <w:p w14:paraId="042AE8F4" w14:textId="77777777" w:rsidR="00C572F4" w:rsidRDefault="00C572F4" w:rsidP="00C572F4">
      <w:pPr>
        <w:pStyle w:val="Bezodstpw"/>
      </w:pPr>
    </w:p>
    <w:p w14:paraId="08ADF755" w14:textId="08EE9E36" w:rsidR="00E70B00" w:rsidRPr="00E70B00" w:rsidRDefault="00E70B00" w:rsidP="00E70B00">
      <w:pPr>
        <w:spacing w:after="0"/>
        <w:ind w:left="426"/>
        <w:rPr>
          <w:rFonts w:cstheme="minorHAnsi"/>
          <w:b/>
          <w:color w:val="092D74" w:themeColor="accent3"/>
          <w:szCs w:val="18"/>
        </w:rPr>
      </w:pPr>
      <w:r w:rsidRPr="00E70B00">
        <w:rPr>
          <w:rFonts w:cstheme="minorHAnsi"/>
          <w:b/>
          <w:color w:val="092D74" w:themeColor="accent3"/>
          <w:szCs w:val="18"/>
        </w:rPr>
        <w:t>Część nr 2 [</w:t>
      </w:r>
      <w:r w:rsidR="00806DF7" w:rsidRPr="00806DF7">
        <w:rPr>
          <w:rFonts w:cstheme="minorHAnsi"/>
          <w:b/>
          <w:color w:val="092D74" w:themeColor="accent3"/>
          <w:szCs w:val="18"/>
        </w:rPr>
        <w:t xml:space="preserve">Pisz GS-opracowanie dokumentacji projektowej oraz przebudowa sieci SN i </w:t>
      </w:r>
      <w:proofErr w:type="spellStart"/>
      <w:r w:rsidR="00806DF7" w:rsidRPr="00806DF7">
        <w:rPr>
          <w:rFonts w:cstheme="minorHAnsi"/>
          <w:b/>
          <w:color w:val="092D74" w:themeColor="accent3"/>
          <w:szCs w:val="18"/>
        </w:rPr>
        <w:t>nN</w:t>
      </w:r>
      <w:proofErr w:type="spellEnd"/>
      <w:r w:rsidR="00806DF7" w:rsidRPr="00806DF7">
        <w:rPr>
          <w:rFonts w:cstheme="minorHAnsi"/>
          <w:b/>
          <w:color w:val="092D74" w:themeColor="accent3"/>
          <w:szCs w:val="18"/>
        </w:rPr>
        <w:t xml:space="preserve"> – dane programowe RE4/17/25/M</w:t>
      </w:r>
      <w:r w:rsidRPr="00E70B00">
        <w:rPr>
          <w:rFonts w:cstheme="minorHAnsi"/>
          <w:b/>
          <w:color w:val="092D74" w:themeColor="accent3"/>
          <w:szCs w:val="18"/>
        </w:rPr>
        <w:t>]:</w:t>
      </w:r>
    </w:p>
    <w:p w14:paraId="1911E844" w14:textId="77777777" w:rsidR="00E70B00" w:rsidRDefault="00E70B00" w:rsidP="00E70B00">
      <w:pPr>
        <w:spacing w:after="0"/>
        <w:ind w:left="426"/>
        <w:rPr>
          <w:rFonts w:cstheme="minorHAnsi"/>
          <w:b/>
          <w:szCs w:val="18"/>
        </w:rPr>
      </w:pPr>
    </w:p>
    <w:p w14:paraId="14F639E5" w14:textId="77777777" w:rsidR="00E70B00" w:rsidRDefault="00E70B00" w:rsidP="00E70B00">
      <w:pPr>
        <w:spacing w:after="100" w:afterAutospacing="1"/>
        <w:ind w:left="426"/>
        <w:rPr>
          <w:rFonts w:cstheme="minorHAnsi"/>
          <w:szCs w:val="18"/>
        </w:rPr>
      </w:pPr>
      <w:r w:rsidRPr="00796610">
        <w:rPr>
          <w:rFonts w:cstheme="minorHAnsi"/>
          <w:b/>
          <w:szCs w:val="18"/>
        </w:rPr>
        <w:t>Cena netto</w:t>
      </w:r>
      <w:r w:rsidRPr="00796610">
        <w:rPr>
          <w:rFonts w:cstheme="minorHAnsi"/>
          <w:szCs w:val="18"/>
        </w:rPr>
        <w:t xml:space="preserve"> ..................................... </w:t>
      </w:r>
      <w:r w:rsidRPr="00796610">
        <w:rPr>
          <w:rFonts w:cstheme="minorHAnsi"/>
          <w:b/>
          <w:szCs w:val="18"/>
        </w:rPr>
        <w:t>zł</w:t>
      </w:r>
      <w:r w:rsidRPr="00796610">
        <w:rPr>
          <w:rFonts w:cstheme="minorHAnsi"/>
          <w:szCs w:val="18"/>
        </w:rPr>
        <w:t xml:space="preserve"> (słownie ........................................)</w:t>
      </w:r>
    </w:p>
    <w:p w14:paraId="4517BAA4" w14:textId="77777777" w:rsidR="00E70B00" w:rsidRPr="00796610" w:rsidRDefault="00E70B00" w:rsidP="00E70B00">
      <w:pPr>
        <w:spacing w:after="100" w:afterAutospacing="1"/>
        <w:ind w:left="426"/>
        <w:rPr>
          <w:rFonts w:cstheme="minorHAnsi"/>
          <w:szCs w:val="18"/>
        </w:rPr>
      </w:pPr>
      <w:r w:rsidRPr="00796610">
        <w:rPr>
          <w:rFonts w:cstheme="minorHAnsi"/>
          <w:b/>
          <w:szCs w:val="18"/>
        </w:rPr>
        <w:t>Wartość podatku VAT</w:t>
      </w:r>
      <w:r w:rsidRPr="00796610">
        <w:rPr>
          <w:rFonts w:cstheme="minorHAnsi"/>
          <w:szCs w:val="18"/>
        </w:rPr>
        <w:t xml:space="preserve"> .................. </w:t>
      </w:r>
      <w:r w:rsidRPr="00796610">
        <w:rPr>
          <w:rFonts w:cstheme="minorHAnsi"/>
          <w:b/>
          <w:szCs w:val="18"/>
        </w:rPr>
        <w:t>zł,</w:t>
      </w:r>
      <w:r w:rsidRPr="00796610">
        <w:rPr>
          <w:rFonts w:cstheme="minorHAnsi"/>
          <w:szCs w:val="18"/>
        </w:rPr>
        <w:t xml:space="preserve">   według stawki ……..…. %</w:t>
      </w:r>
    </w:p>
    <w:p w14:paraId="3A60051D" w14:textId="77777777" w:rsidR="00E70B00" w:rsidRPr="00560E1F" w:rsidRDefault="00E70B00" w:rsidP="00E70B00">
      <w:pPr>
        <w:pStyle w:val="Akapitzlist"/>
        <w:spacing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10B0F3B8" w14:textId="77777777" w:rsidR="00E70B00" w:rsidRDefault="00E70B00" w:rsidP="00E70B00">
      <w:pPr>
        <w:spacing w:before="100" w:beforeAutospacing="1" w:after="100" w:afterAutospacing="1"/>
        <w:ind w:firstLine="426"/>
        <w:rPr>
          <w:rFonts w:ascii="Calibri" w:hAnsi="Calibri" w:cs="Calibri"/>
          <w:sz w:val="20"/>
        </w:rPr>
      </w:pPr>
      <w:r w:rsidRPr="00F16D30">
        <w:rPr>
          <w:rFonts w:ascii="Calibri" w:hAnsi="Calibri" w:cs="Calibri"/>
          <w:sz w:val="20"/>
        </w:rPr>
        <w:t>Na łączną cenę przedmiotu Zakupu składają się ceny jednostkowe przedstawione w poniższej tabeli: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1749"/>
        <w:gridCol w:w="1750"/>
        <w:gridCol w:w="1749"/>
        <w:gridCol w:w="1750"/>
      </w:tblGrid>
      <w:tr w:rsidR="00E70B00" w:rsidRPr="0056648C" w14:paraId="7DA24E18" w14:textId="77777777" w:rsidTr="00026451">
        <w:trPr>
          <w:trHeight w:val="666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828693" w14:textId="77777777" w:rsidR="00E70B00" w:rsidRPr="0056648C" w:rsidRDefault="00E70B00" w:rsidP="00026451">
            <w:pPr>
              <w:pStyle w:val="Bezodstpw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Przedmiot zamówienia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1A019" w14:textId="77777777" w:rsidR="00E70B00" w:rsidRPr="0056648C" w:rsidRDefault="00E70B00" w:rsidP="00026451">
            <w:pPr>
              <w:pStyle w:val="Bezodstpw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Cena</w:t>
            </w:r>
            <w:r w:rsidRPr="0056648C">
              <w:rPr>
                <w:b/>
                <w:sz w:val="18"/>
              </w:rPr>
              <w:t xml:space="preserve"> netto</w:t>
            </w:r>
          </w:p>
          <w:p w14:paraId="0B17D21A" w14:textId="77777777" w:rsidR="00E70B00" w:rsidRPr="0056648C" w:rsidRDefault="00E70B00" w:rsidP="00026451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[zł]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E3DC07" w14:textId="77777777" w:rsidR="00E70B00" w:rsidRPr="0056648C" w:rsidRDefault="00E70B00" w:rsidP="00026451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Stawka podatku VAT [%]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7CD54D" w14:textId="77777777" w:rsidR="00E70B00" w:rsidRPr="0056648C" w:rsidRDefault="00E70B00" w:rsidP="00026451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Podatek VAT</w:t>
            </w:r>
          </w:p>
          <w:p w14:paraId="530FE63B" w14:textId="77777777" w:rsidR="00E70B00" w:rsidRPr="0056648C" w:rsidRDefault="00E70B00" w:rsidP="00026451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[zł]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00378F" w14:textId="77777777" w:rsidR="00E70B00" w:rsidRPr="0056648C" w:rsidRDefault="00E70B00" w:rsidP="00026451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Cena</w:t>
            </w:r>
            <w:r>
              <w:rPr>
                <w:b/>
                <w:sz w:val="18"/>
              </w:rPr>
              <w:t xml:space="preserve"> brutto</w:t>
            </w:r>
          </w:p>
          <w:p w14:paraId="37601F6C" w14:textId="77777777" w:rsidR="00E70B00" w:rsidRPr="0056648C" w:rsidRDefault="00E70B00" w:rsidP="00026451">
            <w:pPr>
              <w:pStyle w:val="Bezodstpw"/>
              <w:jc w:val="center"/>
              <w:rPr>
                <w:b/>
                <w:sz w:val="18"/>
              </w:rPr>
            </w:pPr>
            <w:r w:rsidRPr="0056648C">
              <w:rPr>
                <w:b/>
                <w:sz w:val="18"/>
              </w:rPr>
              <w:t>[zł]</w:t>
            </w:r>
          </w:p>
        </w:tc>
      </w:tr>
      <w:tr w:rsidR="00E70B00" w:rsidRPr="0056648C" w14:paraId="7A2C01C9" w14:textId="77777777" w:rsidTr="00026451">
        <w:trPr>
          <w:trHeight w:val="666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E315" w14:textId="77777777" w:rsidR="00E70B00" w:rsidRPr="0056648C" w:rsidRDefault="00E70B00" w:rsidP="00026451">
            <w:pPr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 w:rsidRPr="0056648C">
              <w:rPr>
                <w:rFonts w:cstheme="minorHAnsi"/>
                <w:b/>
              </w:rPr>
              <w:t>Dokumentacja projektowa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79EB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E552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300F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B546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</w:tr>
      <w:tr w:rsidR="00E70B00" w:rsidRPr="0056648C" w14:paraId="56A2F762" w14:textId="77777777" w:rsidTr="00026451">
        <w:trPr>
          <w:trHeight w:val="666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878A" w14:textId="77777777" w:rsidR="00E70B00" w:rsidRPr="0056648C" w:rsidRDefault="00E70B00" w:rsidP="00026451">
            <w:pPr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 w:rsidRPr="0056648C">
              <w:rPr>
                <w:rFonts w:cstheme="minorHAnsi"/>
                <w:b/>
              </w:rPr>
              <w:t>Roboty budowlane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501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5FDD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531D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515C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</w:tr>
      <w:tr w:rsidR="00E70B00" w:rsidRPr="0056648C" w14:paraId="56DBDB82" w14:textId="77777777" w:rsidTr="00026451">
        <w:trPr>
          <w:trHeight w:val="694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F956F3" w14:textId="77777777" w:rsidR="00E70B00" w:rsidRPr="0056648C" w:rsidRDefault="00E70B00" w:rsidP="00026451">
            <w:pPr>
              <w:spacing w:before="100" w:beforeAutospacing="1" w:after="100" w:afterAutospacing="1"/>
              <w:jc w:val="center"/>
              <w:rPr>
                <w:rFonts w:cstheme="minorHAnsi"/>
                <w:b/>
              </w:rPr>
            </w:pPr>
            <w:r w:rsidRPr="0056648C">
              <w:rPr>
                <w:rFonts w:cstheme="minorHAnsi"/>
                <w:b/>
              </w:rPr>
              <w:t>Razem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8974C8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51E197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483BE4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2E7217" w14:textId="77777777" w:rsidR="00E70B00" w:rsidRPr="0056648C" w:rsidRDefault="00E70B00" w:rsidP="00026451">
            <w:pPr>
              <w:spacing w:before="100" w:beforeAutospacing="1" w:after="100" w:afterAutospacing="1"/>
              <w:rPr>
                <w:rFonts w:cstheme="minorHAnsi"/>
                <w:b/>
              </w:rPr>
            </w:pPr>
          </w:p>
        </w:tc>
      </w:tr>
    </w:tbl>
    <w:p w14:paraId="5C5A3533" w14:textId="77777777" w:rsidR="00E70B00" w:rsidRDefault="00E70B00" w:rsidP="00C572F4">
      <w:pPr>
        <w:pStyle w:val="Bezodstpw"/>
        <w:rPr>
          <w:b/>
        </w:rPr>
      </w:pPr>
    </w:p>
    <w:p w14:paraId="49F2C69F" w14:textId="77777777" w:rsidR="00E70B00" w:rsidRDefault="00E70B00" w:rsidP="00C572F4">
      <w:pPr>
        <w:pStyle w:val="Bezodstpw"/>
        <w:rPr>
          <w:b/>
        </w:rPr>
      </w:pPr>
    </w:p>
    <w:p w14:paraId="7D37904F" w14:textId="5B5E410F" w:rsidR="00C572F4" w:rsidRPr="00D4541C" w:rsidRDefault="00C572F4" w:rsidP="00C572F4">
      <w:pPr>
        <w:pStyle w:val="Bezodstpw"/>
        <w:rPr>
          <w:b/>
        </w:rPr>
      </w:pPr>
      <w:r w:rsidRPr="00D4541C">
        <w:rPr>
          <w:b/>
        </w:rPr>
        <w:t>UWAGA!</w:t>
      </w:r>
    </w:p>
    <w:p w14:paraId="57A82554" w14:textId="4D13C614" w:rsidR="00C572F4" w:rsidRDefault="00C572F4" w:rsidP="00C572F4">
      <w:pPr>
        <w:pStyle w:val="Bezodstpw"/>
      </w:pPr>
      <w:r w:rsidRPr="00D4541C">
        <w:rPr>
          <w:sz w:val="20"/>
        </w:rPr>
        <w:t xml:space="preserve">Cena dokumentacji nie może przekraczać </w:t>
      </w:r>
      <w:r w:rsidR="006D2726">
        <w:rPr>
          <w:sz w:val="20"/>
        </w:rPr>
        <w:t>15</w:t>
      </w:r>
      <w:r w:rsidRPr="00D4541C">
        <w:rPr>
          <w:sz w:val="20"/>
        </w:rPr>
        <w:t>% ceny ofertowej</w:t>
      </w:r>
      <w:r w:rsidRPr="00D4541C">
        <w:t>.</w:t>
      </w:r>
    </w:p>
    <w:p w14:paraId="1018C4C7" w14:textId="77777777" w:rsidR="00560E1F" w:rsidRDefault="00560E1F" w:rsidP="00C572F4">
      <w:pPr>
        <w:pStyle w:val="Bezodstpw"/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16A2600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</w:t>
      </w:r>
      <w:r w:rsidRPr="00B67D39">
        <w:rPr>
          <w:rFonts w:cstheme="minorHAnsi"/>
          <w:szCs w:val="18"/>
          <w:lang w:eastAsia="pl-PL"/>
        </w:rPr>
        <w:lastRenderedPageBreak/>
        <w:t>przestrzegać wszystkich obowiązujących przepisów prawa oraz postanowień wyżej wymienionych dokumentów. 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B67D39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36506C5E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: </w:t>
      </w:r>
    </w:p>
    <w:p w14:paraId="137025D5" w14:textId="77777777" w:rsidR="00B67D39" w:rsidRPr="00B67D39" w:rsidRDefault="00C463B6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B67D39" w:rsidRDefault="00C463B6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B67D39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B67D39" w:rsidRDefault="00B67D39" w:rsidP="00DA06EB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B67D39" w14:paraId="1BC01446" w14:textId="77777777" w:rsidTr="009A129D">
        <w:tc>
          <w:tcPr>
            <w:tcW w:w="708" w:type="dxa"/>
          </w:tcPr>
          <w:p w14:paraId="427A9E2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B67D39" w14:paraId="1F778427" w14:textId="77777777" w:rsidTr="009A129D">
        <w:tc>
          <w:tcPr>
            <w:tcW w:w="708" w:type="dxa"/>
          </w:tcPr>
          <w:p w14:paraId="32D67AD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B67D39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0FFC500C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iCs/>
          <w:szCs w:val="18"/>
        </w:rPr>
        <w:t>Wybór naszej Oferty</w:t>
      </w:r>
      <w:r w:rsidRPr="00B67D39">
        <w:rPr>
          <w:rFonts w:cstheme="minorHAnsi"/>
          <w:iCs/>
          <w:szCs w:val="18"/>
          <w:vertAlign w:val="superscript"/>
        </w:rPr>
        <w:footnoteReference w:id="4"/>
      </w:r>
      <w:r w:rsidRPr="00B67D39">
        <w:rPr>
          <w:rFonts w:cstheme="minorHAnsi"/>
          <w:iCs/>
          <w:szCs w:val="18"/>
        </w:rPr>
        <w:t>:</w:t>
      </w:r>
    </w:p>
    <w:p w14:paraId="79B03F1A" w14:textId="77777777" w:rsidR="00B67D39" w:rsidRPr="00B67D39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nie 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</w:t>
      </w:r>
    </w:p>
    <w:p w14:paraId="7971B95C" w14:textId="77777777" w:rsidR="00B67D39" w:rsidRPr="00B67D39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 Wskazujemy nazw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 xml:space="preserve"> (rodzaj) towaru lub us</w:t>
      </w:r>
      <w:r w:rsidRPr="00B67D39">
        <w:rPr>
          <w:rFonts w:cs="Calibri"/>
          <w:iCs/>
          <w:szCs w:val="18"/>
        </w:rPr>
        <w:t>ł</w:t>
      </w:r>
      <w:r w:rsidRPr="00B67D39">
        <w:rPr>
          <w:rFonts w:cstheme="minorHAnsi"/>
          <w:iCs/>
          <w:szCs w:val="18"/>
        </w:rPr>
        <w:t>ugi, kt</w:t>
      </w:r>
      <w:r w:rsidRPr="00B67D39">
        <w:rPr>
          <w:rFonts w:cs="Calibri"/>
          <w:iCs/>
          <w:szCs w:val="18"/>
        </w:rPr>
        <w:t>ó</w:t>
      </w:r>
      <w:r w:rsidRPr="00B67D39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B67D39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B67D39">
        <w:rPr>
          <w:rStyle w:val="Odwoanieprzypisudolnego"/>
          <w:rFonts w:cstheme="minorHAnsi"/>
          <w:i/>
          <w:szCs w:val="18"/>
        </w:rPr>
        <w:footnoteReference w:id="5"/>
      </w:r>
    </w:p>
    <w:p w14:paraId="2F1B030A" w14:textId="42BC534D" w:rsidR="00B67D39" w:rsidRDefault="00B67D39" w:rsidP="00C572F4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3BB27B39" w14:textId="77777777" w:rsidR="00B67D39" w:rsidRPr="00B67D39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11199C56" w:rsidR="00B67D39" w:rsidRPr="00B67D39" w:rsidRDefault="00C572F4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>
        <w:rPr>
          <w:rFonts w:cstheme="minorHAnsi"/>
          <w:szCs w:val="18"/>
          <w:lang w:eastAsia="pl-PL"/>
        </w:rPr>
        <w:t>14</w:t>
      </w:r>
      <w:r w:rsidR="00B67D39" w:rsidRPr="00B67D39">
        <w:rPr>
          <w:rFonts w:cstheme="minorHAnsi"/>
          <w:szCs w:val="18"/>
          <w:lang w:eastAsia="pl-PL"/>
        </w:rPr>
        <w:t>.1.</w:t>
      </w:r>
      <w:r w:rsidR="00B67D39" w:rsidRPr="00B67D39">
        <w:rPr>
          <w:rFonts w:cstheme="minorHAnsi"/>
          <w:szCs w:val="18"/>
          <w:lang w:eastAsia="pl-PL"/>
        </w:rPr>
        <w:tab/>
      </w:r>
      <w:r w:rsidR="00B67D39" w:rsidRPr="00B67D39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="00B67D39" w:rsidRPr="00B67D39">
        <w:rPr>
          <w:rStyle w:val="Odwoanieprzypisudolnego"/>
          <w:rFonts w:cstheme="minorHAnsi"/>
          <w:szCs w:val="18"/>
        </w:rPr>
        <w:footnoteReference w:id="6"/>
      </w:r>
    </w:p>
    <w:p w14:paraId="07B95326" w14:textId="4E4183D9" w:rsidR="00B67D39" w:rsidRPr="00B67D39" w:rsidRDefault="00C572F4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>14</w:t>
      </w:r>
      <w:r w:rsidR="00B67D39" w:rsidRPr="00B67D39">
        <w:rPr>
          <w:rFonts w:cstheme="minorHAnsi"/>
          <w:szCs w:val="18"/>
        </w:rPr>
        <w:t>.2.</w:t>
      </w:r>
      <w:r w:rsidR="00B67D39" w:rsidRPr="00B67D39">
        <w:rPr>
          <w:rFonts w:cstheme="minorHAnsi"/>
          <w:szCs w:val="18"/>
        </w:rPr>
        <w:tab/>
      </w:r>
      <w:r w:rsidR="00B67D39" w:rsidRPr="00B67D39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lastRenderedPageBreak/>
        <w:t>Zapoznaliśmy się z klauzulą informacyjną dotyczącą przetwarzania danych osobowych osób fizycznych zamieszczoną na stronie internetowej:</w:t>
      </w:r>
    </w:p>
    <w:p w14:paraId="54321E2D" w14:textId="099C4443" w:rsidR="00B67D39" w:rsidRPr="00B67D39" w:rsidRDefault="00C463B6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</w:t>
        </w:r>
        <w:r>
          <w:rPr>
            <w:rStyle w:val="Hipercze"/>
            <w:rFonts w:cstheme="minorHAnsi"/>
            <w:sz w:val="18"/>
            <w:szCs w:val="18"/>
          </w:rPr>
          <w:t>/</w:t>
        </w:r>
      </w:hyperlink>
    </w:p>
    <w:p w14:paraId="21BC8648" w14:textId="528EEB7E" w:rsidR="00B67D39" w:rsidRPr="00B67D39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523516F9" w:rsidR="00B67D39" w:rsidRPr="00B67D39" w:rsidRDefault="00C463B6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</w:t>
        </w:r>
      </w:hyperlink>
    </w:p>
    <w:p w14:paraId="1781BCC1" w14:textId="72E85B9E" w:rsidR="00B67D39" w:rsidRPr="00B67D39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B67D39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489C69AD" w:rsidR="00535E9B" w:rsidRPr="00A62B4C" w:rsidRDefault="00381365" w:rsidP="00586CFF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C4283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9173D6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B0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B67D39" w:rsidRPr="00F2601C" w:rsidRDefault="00B67D39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72DEB574" w14:textId="77777777" w:rsidR="00B67D39" w:rsidRPr="001A6201" w:rsidRDefault="00B67D39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4">
    <w:p w14:paraId="64E4292F" w14:textId="77777777" w:rsidR="00B67D39" w:rsidRPr="00B67D39" w:rsidRDefault="00B67D39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5">
    <w:p w14:paraId="200CEEA1" w14:textId="77777777" w:rsidR="00B67D39" w:rsidRPr="00B67D39" w:rsidRDefault="00B67D39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6">
    <w:p w14:paraId="2B2B6850" w14:textId="77777777" w:rsidR="00B67D39" w:rsidRDefault="00B67D39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560E1F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6"/>
              <w:szCs w:val="16"/>
            </w:rPr>
          </w:pPr>
          <w:r w:rsidRPr="00560E1F">
            <w:rPr>
              <w:rFonts w:asciiTheme="minorHAnsi" w:hAnsiTheme="minorHAnsi"/>
              <w:color w:val="000000" w:themeColor="text1"/>
              <w:sz w:val="16"/>
              <w:szCs w:val="16"/>
            </w:rPr>
            <w:t>Specyfikacja Warunków Zamówienia (SWZ)</w:t>
          </w:r>
        </w:p>
        <w:p w14:paraId="79A0527C" w14:textId="4F4DE1AE" w:rsidR="009F7347" w:rsidRPr="00560E1F" w:rsidRDefault="009F7347" w:rsidP="009F7347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6"/>
              <w:szCs w:val="16"/>
            </w:rPr>
          </w:pPr>
          <w:r w:rsidRPr="00560E1F">
            <w:rPr>
              <w:rFonts w:asciiTheme="minorHAnsi" w:hAnsiTheme="minorHAnsi"/>
              <w:color w:val="000000" w:themeColor="text1"/>
              <w:sz w:val="16"/>
              <w:szCs w:val="16"/>
            </w:rPr>
            <w:t>POST/DYS/OB/GZ</w:t>
          </w:r>
          <w:r w:rsidR="00560E1F">
            <w:rPr>
              <w:rFonts w:asciiTheme="minorHAnsi" w:hAnsiTheme="minorHAnsi"/>
              <w:color w:val="000000" w:themeColor="text1"/>
              <w:sz w:val="16"/>
              <w:szCs w:val="16"/>
            </w:rPr>
            <w:t>/0</w:t>
          </w:r>
          <w:r w:rsidR="00806DF7">
            <w:rPr>
              <w:rFonts w:asciiTheme="minorHAnsi" w:hAnsiTheme="minorHAnsi"/>
              <w:color w:val="000000" w:themeColor="text1"/>
              <w:sz w:val="16"/>
              <w:szCs w:val="16"/>
            </w:rPr>
            <w:t>4454</w:t>
          </w:r>
          <w:r w:rsidRPr="00560E1F">
            <w:rPr>
              <w:rFonts w:asciiTheme="minorHAnsi" w:hAnsiTheme="minorHAnsi"/>
              <w:color w:val="000000" w:themeColor="text1"/>
              <w:sz w:val="16"/>
              <w:szCs w:val="16"/>
            </w:rPr>
            <w:t>/2025</w:t>
          </w:r>
        </w:p>
        <w:p w14:paraId="5205B493" w14:textId="3E541990" w:rsidR="00347E8D" w:rsidRPr="006B2C28" w:rsidRDefault="00347E8D" w:rsidP="0026199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8C9A3B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50D93"/>
    <w:multiLevelType w:val="hybridMultilevel"/>
    <w:tmpl w:val="DE80542C"/>
    <w:lvl w:ilvl="0" w:tplc="CBEA7E3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30833035">
    <w:abstractNumId w:val="18"/>
  </w:num>
  <w:num w:numId="2" w16cid:durableId="20791682">
    <w:abstractNumId w:val="7"/>
  </w:num>
  <w:num w:numId="3" w16cid:durableId="280692910">
    <w:abstractNumId w:val="13"/>
  </w:num>
  <w:num w:numId="4" w16cid:durableId="1154685178">
    <w:abstractNumId w:val="20"/>
  </w:num>
  <w:num w:numId="5" w16cid:durableId="1279292957">
    <w:abstractNumId w:val="18"/>
  </w:num>
  <w:num w:numId="6" w16cid:durableId="1089932714">
    <w:abstractNumId w:val="18"/>
  </w:num>
  <w:num w:numId="7" w16cid:durableId="170411823">
    <w:abstractNumId w:val="3"/>
  </w:num>
  <w:num w:numId="8" w16cid:durableId="1259866853">
    <w:abstractNumId w:val="28"/>
  </w:num>
  <w:num w:numId="9" w16cid:durableId="810295384">
    <w:abstractNumId w:val="17"/>
  </w:num>
  <w:num w:numId="10" w16cid:durableId="1748990655">
    <w:abstractNumId w:val="4"/>
  </w:num>
  <w:num w:numId="11" w16cid:durableId="2126610355">
    <w:abstractNumId w:val="14"/>
  </w:num>
  <w:num w:numId="12" w16cid:durableId="719134984">
    <w:abstractNumId w:val="12"/>
  </w:num>
  <w:num w:numId="13" w16cid:durableId="1338923452">
    <w:abstractNumId w:val="27"/>
  </w:num>
  <w:num w:numId="14" w16cid:durableId="130484777">
    <w:abstractNumId w:val="22"/>
  </w:num>
  <w:num w:numId="15" w16cid:durableId="1302734132">
    <w:abstractNumId w:val="16"/>
  </w:num>
  <w:num w:numId="16" w16cid:durableId="831802073">
    <w:abstractNumId w:val="9"/>
  </w:num>
  <w:num w:numId="17" w16cid:durableId="2115321862">
    <w:abstractNumId w:val="5"/>
  </w:num>
  <w:num w:numId="18" w16cid:durableId="18176434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4255717">
    <w:abstractNumId w:val="0"/>
  </w:num>
  <w:num w:numId="20" w16cid:durableId="1256983931">
    <w:abstractNumId w:val="29"/>
  </w:num>
  <w:num w:numId="21" w16cid:durableId="1011494261">
    <w:abstractNumId w:val="1"/>
  </w:num>
  <w:num w:numId="22" w16cid:durableId="233856669">
    <w:abstractNumId w:val="15"/>
  </w:num>
  <w:num w:numId="23" w16cid:durableId="830214949">
    <w:abstractNumId w:val="10"/>
  </w:num>
  <w:num w:numId="24" w16cid:durableId="807823708">
    <w:abstractNumId w:val="21"/>
  </w:num>
  <w:num w:numId="25" w16cid:durableId="1829714394">
    <w:abstractNumId w:val="26"/>
  </w:num>
  <w:num w:numId="26" w16cid:durableId="1402101702">
    <w:abstractNumId w:val="2"/>
  </w:num>
  <w:num w:numId="27" w16cid:durableId="1061947600">
    <w:abstractNumId w:val="25"/>
  </w:num>
  <w:num w:numId="28" w16cid:durableId="1413309243">
    <w:abstractNumId w:val="23"/>
  </w:num>
  <w:num w:numId="29" w16cid:durableId="18688373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0979134">
    <w:abstractNumId w:val="19"/>
  </w:num>
  <w:num w:numId="31" w16cid:durableId="181555030">
    <w:abstractNumId w:val="11"/>
  </w:num>
  <w:num w:numId="32" w16cid:durableId="2059817786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199F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34D4D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5C3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4B3C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0E1F"/>
    <w:rsid w:val="00561C14"/>
    <w:rsid w:val="00562E63"/>
    <w:rsid w:val="00574D7E"/>
    <w:rsid w:val="00582CE9"/>
    <w:rsid w:val="00586CFF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DD2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D2726"/>
    <w:rsid w:val="006E100D"/>
    <w:rsid w:val="006E2000"/>
    <w:rsid w:val="006E5EF6"/>
    <w:rsid w:val="006F287B"/>
    <w:rsid w:val="006F3B57"/>
    <w:rsid w:val="006F3D78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1F54"/>
    <w:rsid w:val="00794EFB"/>
    <w:rsid w:val="00796610"/>
    <w:rsid w:val="007A1B94"/>
    <w:rsid w:val="007B094C"/>
    <w:rsid w:val="007B0FF0"/>
    <w:rsid w:val="007B50D8"/>
    <w:rsid w:val="007C6687"/>
    <w:rsid w:val="007C67FA"/>
    <w:rsid w:val="007D0675"/>
    <w:rsid w:val="007D1209"/>
    <w:rsid w:val="007F5EA8"/>
    <w:rsid w:val="00806DF7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7347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7699"/>
    <w:rsid w:val="00C42836"/>
    <w:rsid w:val="00C45F7E"/>
    <w:rsid w:val="00C463B6"/>
    <w:rsid w:val="00C5009D"/>
    <w:rsid w:val="00C53A22"/>
    <w:rsid w:val="00C572F4"/>
    <w:rsid w:val="00C63811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0C6B"/>
    <w:rsid w:val="00D9793B"/>
    <w:rsid w:val="00DA64DB"/>
    <w:rsid w:val="00DB0E88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529"/>
    <w:rsid w:val="00E56B47"/>
    <w:rsid w:val="00E66F4B"/>
    <w:rsid w:val="00E706C2"/>
    <w:rsid w:val="00E70B00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3130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qFormat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4454 - Załącznik nr 3 do SWZ - Formularz oferty.docx</dmsv2BaseFileName>
    <dmsv2BaseDisplayName xmlns="http://schemas.microsoft.com/sharepoint/v3">4454 - Załącznik nr 3 do SWZ - Formularz oferty</dmsv2BaseDisplayName>
    <dmsv2SWPP2ObjectNumber xmlns="http://schemas.microsoft.com/sharepoint/v3">POST/DYS/OB/GZ/04454/2025                         </dmsv2SWPP2ObjectNumber>
    <dmsv2SWPP2SumMD5 xmlns="http://schemas.microsoft.com/sharepoint/v3">aed7b7430f67e2191414d21937a4b301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23969996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JEUP5JKVCYQC-91331814-15697</_dlc_DocId>
    <_dlc_DocIdUrl xmlns="a19cb1c7-c5c7-46d4-85ae-d83685407bba">
      <Url>https://swpp2.dms.gkpge.pl/sites/41/_layouts/15/DocIdRedir.aspx?ID=JEUP5JKVCYQC-91331814-15697</Url>
      <Description>JEUP5JKVCYQC-91331814-15697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CED1E-0D39-4E49-A673-72D50271F591}"/>
</file>

<file path=customXml/itemProps4.xml><?xml version="1.0" encoding="utf-8"?>
<ds:datastoreItem xmlns:ds="http://schemas.openxmlformats.org/officeDocument/2006/customXml" ds:itemID="{D5720BCF-EA74-4DA3-B424-4ED76A2985A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85EAB3-245E-407B-B724-8C797878215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4</Pages>
  <Words>1308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7</cp:revision>
  <cp:lastPrinted>2024-07-15T11:21:00Z</cp:lastPrinted>
  <dcterms:created xsi:type="dcterms:W3CDTF">2025-10-17T08:33:00Z</dcterms:created>
  <dcterms:modified xsi:type="dcterms:W3CDTF">2025-12-11T11:22:00Z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efbc2867-9d42-45e3-b793-7697dc68b539</vt:lpwstr>
  </property>
</Properties>
</file>